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00F" w:rsidRPr="0032500F" w:rsidRDefault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>Fiche « les contenances »</w:t>
      </w:r>
    </w:p>
    <w:p w:rsidR="0032500F" w:rsidRDefault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Sachant que </w:t>
      </w:r>
      <w:r w:rsidRPr="0032500F">
        <w:rPr>
          <w:rFonts w:ascii="Arial" w:hAnsi="Arial" w:cs="Arial"/>
          <w:sz w:val="28"/>
          <w:shd w:val="clear" w:color="auto" w:fill="BFBFBF" w:themeFill="background1" w:themeFillShade="BF"/>
        </w:rPr>
        <w:t>1 litre = 1000 ml = 100 cl</w:t>
      </w:r>
      <w:r>
        <w:rPr>
          <w:rFonts w:ascii="Arial" w:hAnsi="Arial" w:cs="Arial"/>
          <w:sz w:val="28"/>
        </w:rPr>
        <w:t>, réponds aux questions :</w:t>
      </w:r>
    </w:p>
    <w:p w:rsidR="0032500F" w:rsidRDefault="0032500F">
      <w:pPr>
        <w:rPr>
          <w:rFonts w:ascii="Arial" w:hAnsi="Arial" w:cs="Arial"/>
          <w:sz w:val="28"/>
        </w:rPr>
      </w:pPr>
    </w:p>
    <w:p w:rsidR="0032500F" w:rsidRDefault="0032500F">
      <w:pPr>
        <w:rPr>
          <w:rFonts w:ascii="Arial" w:hAnsi="Arial" w:cs="Arial"/>
          <w:sz w:val="28"/>
        </w:rPr>
      </w:pPr>
      <w:r w:rsidRPr="0032500F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>/ La maitresse vide entièrement une petite bouteille d’encre verte dans une bouteille bleue vide. La bouteille verte est vide mais il reste encore de la place dans la bouteille vide.</w:t>
      </w:r>
    </w:p>
    <w:p w:rsidR="0032500F" w:rsidRPr="0032500F" w:rsidRDefault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 xml:space="preserve">Quelle bouteille </w:t>
      </w:r>
      <w:proofErr w:type="spellStart"/>
      <w:r w:rsidRPr="0032500F">
        <w:rPr>
          <w:rFonts w:ascii="Arial" w:hAnsi="Arial" w:cs="Arial"/>
          <w:b/>
          <w:sz w:val="28"/>
        </w:rPr>
        <w:t>a</w:t>
      </w:r>
      <w:proofErr w:type="spellEnd"/>
      <w:r w:rsidRPr="0032500F">
        <w:rPr>
          <w:rFonts w:ascii="Arial" w:hAnsi="Arial" w:cs="Arial"/>
          <w:b/>
          <w:sz w:val="28"/>
        </w:rPr>
        <w:t xml:space="preserve"> la plus grande contenance ? </w:t>
      </w:r>
      <w:bookmarkStart w:id="0" w:name="_GoBack"/>
      <w:bookmarkEnd w:id="0"/>
    </w:p>
    <w:p w:rsidR="0032500F" w:rsidRDefault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C’est la bouteille……………….</w:t>
      </w:r>
    </w:p>
    <w:p w:rsidR="0032500F" w:rsidRDefault="0032500F">
      <w:pPr>
        <w:rPr>
          <w:rFonts w:ascii="Arial" w:hAnsi="Arial" w:cs="Arial"/>
          <w:sz w:val="28"/>
        </w:rPr>
      </w:pPr>
    </w:p>
    <w:p w:rsidR="0032500F" w:rsidRDefault="0032500F">
      <w:pPr>
        <w:rPr>
          <w:rFonts w:ascii="Arial" w:hAnsi="Arial" w:cs="Arial"/>
          <w:sz w:val="28"/>
        </w:rPr>
      </w:pPr>
    </w:p>
    <w:p w:rsidR="0032500F" w:rsidRPr="0032500F" w:rsidRDefault="0032500F" w:rsidP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Mohamed a un verre de 20cl pour remplir la bouteille d’eau de 1 litre. Combien de verres va-t-il verser pour remplir la bouteille totalement ? </w:t>
      </w:r>
    </w:p>
    <w:p w:rsidR="0032500F" w:rsidRDefault="0032500F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va verser …………verres.</w:t>
      </w: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>/ Lucie prépare un cocktail pour sa fête d’anniversaire. Dans la grande carafe, elle verse 1 litre d’eau gazeuse, 20 c</w:t>
      </w:r>
      <w:r w:rsidR="00F26880">
        <w:rPr>
          <w:rFonts w:ascii="Arial" w:hAnsi="Arial" w:cs="Arial"/>
          <w:sz w:val="28"/>
        </w:rPr>
        <w:t>l</w:t>
      </w:r>
      <w:r>
        <w:rPr>
          <w:rFonts w:ascii="Arial" w:hAnsi="Arial" w:cs="Arial"/>
          <w:sz w:val="28"/>
        </w:rPr>
        <w:t xml:space="preserve"> de jus d’orange et 30 </w:t>
      </w:r>
      <w:r w:rsidR="00F26880">
        <w:rPr>
          <w:rFonts w:ascii="Arial" w:hAnsi="Arial" w:cs="Arial"/>
          <w:sz w:val="28"/>
        </w:rPr>
        <w:t xml:space="preserve">cl </w:t>
      </w:r>
      <w:r>
        <w:rPr>
          <w:rFonts w:ascii="Arial" w:hAnsi="Arial" w:cs="Arial"/>
          <w:sz w:val="28"/>
        </w:rPr>
        <w:t>de jus d’ananas.</w:t>
      </w:r>
    </w:p>
    <w:p w:rsidR="0032500F" w:rsidRPr="0032500F" w:rsidRDefault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>Quelle quantité de liquide (en cl) il y a dans la carafe ?</w:t>
      </w:r>
    </w:p>
    <w:p w:rsidR="0032500F" w:rsidRDefault="0032500F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a ……………….</w:t>
      </w:r>
    </w:p>
    <w:p w:rsidR="0032500F" w:rsidRPr="0032500F" w:rsidRDefault="0032500F" w:rsidP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>Fiche « les contenances »</w:t>
      </w:r>
    </w:p>
    <w:p w:rsidR="0032500F" w:rsidRDefault="0032500F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Sachant que </w:t>
      </w:r>
      <w:r w:rsidRPr="0032500F">
        <w:rPr>
          <w:rFonts w:ascii="Arial" w:hAnsi="Arial" w:cs="Arial"/>
          <w:sz w:val="28"/>
          <w:shd w:val="clear" w:color="auto" w:fill="BFBFBF"/>
        </w:rPr>
        <w:t>1 litre = 1000 ml = 100 cl</w:t>
      </w:r>
      <w:r>
        <w:rPr>
          <w:rFonts w:ascii="Arial" w:hAnsi="Arial" w:cs="Arial"/>
          <w:sz w:val="28"/>
        </w:rPr>
        <w:t>, réponds aux questions :</w:t>
      </w: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 w:rsidP="0032500F">
      <w:pPr>
        <w:rPr>
          <w:rFonts w:ascii="Arial" w:hAnsi="Arial" w:cs="Arial"/>
          <w:sz w:val="28"/>
        </w:rPr>
      </w:pPr>
      <w:r w:rsidRPr="0032500F">
        <w:rPr>
          <w:rFonts w:ascii="Arial" w:hAnsi="Arial" w:cs="Arial"/>
          <w:b/>
          <w:sz w:val="28"/>
        </w:rPr>
        <w:t>1</w:t>
      </w:r>
      <w:r>
        <w:rPr>
          <w:rFonts w:ascii="Arial" w:hAnsi="Arial" w:cs="Arial"/>
          <w:sz w:val="28"/>
        </w:rPr>
        <w:t>/ La maitresse vide entièrement une petite bouteille d’encre verte dans une bouteille bleue vide. La bouteille verte est vide mais il reste encore de la place dans la bouteille vide.</w:t>
      </w:r>
    </w:p>
    <w:p w:rsidR="0032500F" w:rsidRPr="0032500F" w:rsidRDefault="0032500F" w:rsidP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 xml:space="preserve">Quelle bouteille </w:t>
      </w:r>
      <w:proofErr w:type="spellStart"/>
      <w:r w:rsidRPr="0032500F">
        <w:rPr>
          <w:rFonts w:ascii="Arial" w:hAnsi="Arial" w:cs="Arial"/>
          <w:b/>
          <w:sz w:val="28"/>
        </w:rPr>
        <w:t>a</w:t>
      </w:r>
      <w:proofErr w:type="spellEnd"/>
      <w:r w:rsidRPr="0032500F">
        <w:rPr>
          <w:rFonts w:ascii="Arial" w:hAnsi="Arial" w:cs="Arial"/>
          <w:b/>
          <w:sz w:val="28"/>
        </w:rPr>
        <w:t xml:space="preserve"> la plus grande contenance ? </w:t>
      </w:r>
    </w:p>
    <w:p w:rsidR="0032500F" w:rsidRDefault="0032500F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C’est la bouteille……………….</w:t>
      </w: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Pr="0032500F" w:rsidRDefault="0032500F" w:rsidP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>2</w:t>
      </w:r>
      <w:r>
        <w:rPr>
          <w:rFonts w:ascii="Arial" w:hAnsi="Arial" w:cs="Arial"/>
          <w:sz w:val="28"/>
        </w:rPr>
        <w:t xml:space="preserve">/ Mohamed a un verre de 20cl pour remplir la bouteille d’eau de 1 litre. Combien de verres va-t-il verser pour remplir la bouteille totalement ? </w:t>
      </w:r>
    </w:p>
    <w:p w:rsidR="0032500F" w:rsidRDefault="0032500F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va verser …………verres.</w:t>
      </w: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 w:rsidP="0032500F">
      <w:pPr>
        <w:rPr>
          <w:rFonts w:ascii="Arial" w:hAnsi="Arial" w:cs="Arial"/>
          <w:sz w:val="28"/>
        </w:rPr>
      </w:pPr>
    </w:p>
    <w:p w:rsidR="0032500F" w:rsidRDefault="0032500F" w:rsidP="0032500F">
      <w:pPr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28"/>
        </w:rPr>
        <w:t>3</w:t>
      </w:r>
      <w:r>
        <w:rPr>
          <w:rFonts w:ascii="Arial" w:hAnsi="Arial" w:cs="Arial"/>
          <w:sz w:val="28"/>
        </w:rPr>
        <w:t>/ Lucie prépare un cocktail pour sa fête d’anniversaire. Dans la grande carafe, elle verse 1 litre d’eau gazeuse, 20 c</w:t>
      </w:r>
      <w:r w:rsidR="00F26880">
        <w:rPr>
          <w:rFonts w:ascii="Arial" w:hAnsi="Arial" w:cs="Arial"/>
          <w:sz w:val="28"/>
        </w:rPr>
        <w:t>l</w:t>
      </w:r>
      <w:r>
        <w:rPr>
          <w:rFonts w:ascii="Arial" w:hAnsi="Arial" w:cs="Arial"/>
          <w:sz w:val="28"/>
        </w:rPr>
        <w:t xml:space="preserve"> de jus d’orange et 30</w:t>
      </w:r>
      <w:r w:rsidR="00F26880">
        <w:rPr>
          <w:rFonts w:ascii="Arial" w:hAnsi="Arial" w:cs="Arial"/>
          <w:sz w:val="28"/>
        </w:rPr>
        <w:t xml:space="preserve"> cl</w:t>
      </w:r>
      <w:r>
        <w:rPr>
          <w:rFonts w:ascii="Arial" w:hAnsi="Arial" w:cs="Arial"/>
          <w:sz w:val="28"/>
        </w:rPr>
        <w:t xml:space="preserve"> de jus d’ananas.</w:t>
      </w:r>
    </w:p>
    <w:p w:rsidR="0032500F" w:rsidRPr="0032500F" w:rsidRDefault="0032500F" w:rsidP="0032500F">
      <w:pPr>
        <w:rPr>
          <w:rFonts w:ascii="Arial" w:hAnsi="Arial" w:cs="Arial"/>
          <w:b/>
          <w:sz w:val="28"/>
        </w:rPr>
      </w:pPr>
      <w:r w:rsidRPr="0032500F">
        <w:rPr>
          <w:rFonts w:ascii="Arial" w:hAnsi="Arial" w:cs="Arial"/>
          <w:b/>
          <w:sz w:val="28"/>
        </w:rPr>
        <w:t>Quelle quantité de liquide (en cl) il y a dans la carafe ?</w:t>
      </w:r>
    </w:p>
    <w:p w:rsidR="0032500F" w:rsidRPr="007E024D" w:rsidRDefault="0032500F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Il y a ……………….</w:t>
      </w:r>
    </w:p>
    <w:sectPr w:rsidR="0032500F" w:rsidRPr="007E024D" w:rsidSect="0032500F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00F"/>
    <w:rsid w:val="001D645B"/>
    <w:rsid w:val="0032500F"/>
    <w:rsid w:val="005175A3"/>
    <w:rsid w:val="005F7238"/>
    <w:rsid w:val="007E024D"/>
    <w:rsid w:val="00F26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0E775-5392-465D-B399-36A7528B6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8</TotalTime>
  <Pages>1</Pages>
  <Words>234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2017-08-15T11:40:00Z</dcterms:created>
  <dcterms:modified xsi:type="dcterms:W3CDTF">2017-08-15T11:55:00Z</dcterms:modified>
</cp:coreProperties>
</file>